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FB3" w:rsidRPr="00520FB3" w:rsidRDefault="00520FB3" w:rsidP="00520FB3">
      <w:pPr>
        <w:pStyle w:val="BodyCopy"/>
      </w:pPr>
      <w:r w:rsidRPr="00520FB3">
        <w:t xml:space="preserve">Larry </w:t>
      </w:r>
      <w:proofErr w:type="spellStart"/>
      <w:r w:rsidRPr="00520FB3">
        <w:t>Cicchinelli</w:t>
      </w:r>
      <w:proofErr w:type="spellEnd"/>
      <w:r w:rsidRPr="00520FB3">
        <w:t xml:space="preserve"> received a BSEE from the Drexel University Institute of Technology in 1969 and a MSES </w:t>
      </w:r>
      <w:proofErr w:type="gramStart"/>
      <w:r w:rsidRPr="00520FB3">
        <w:t>from  Pennsylvania</w:t>
      </w:r>
      <w:proofErr w:type="gramEnd"/>
      <w:r w:rsidRPr="00520FB3">
        <w:t xml:space="preserve"> State University  in 1981. He worked for Ford Motor from 1967 to 2000, which includes the 30 years he spent designing and building test equipment for the automotive electronics industry. Larry was a technical support manager for </w:t>
      </w:r>
      <w:proofErr w:type="spellStart"/>
      <w:r w:rsidRPr="00520FB3">
        <w:t>Digi</w:t>
      </w:r>
      <w:proofErr w:type="spellEnd"/>
      <w:r w:rsidRPr="00520FB3">
        <w:t xml:space="preserve"> International, Rabbit Brand, from 2000 to 2012. He also authored the book, “Assembly Language Essentials,” (Circuit Cellar, 2011). </w:t>
      </w:r>
    </w:p>
    <w:p w:rsidR="00C012E8" w:rsidRPr="00FF434D" w:rsidRDefault="00C012E8" w:rsidP="00FF434D"/>
    <w:sectPr w:rsidR="00C012E8" w:rsidRPr="00FF434D" w:rsidSect="001D20AC">
      <w:pgSz w:w="12240" w:h="15840"/>
      <w:pgMar w:top="720" w:right="720" w:bottom="720" w:left="72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Verdana Pro Cond">
    <w:panose1 w:val="00000000000000000000"/>
    <w:charset w:val="00"/>
    <w:family w:val="swiss"/>
    <w:notTrueType/>
    <w:pitch w:val="variable"/>
    <w:sig w:usb0="A00002EF" w:usb1="4000685B" w:usb2="00000000" w:usb3="00000000" w:csb0="0000009F" w:csb1="00000000"/>
  </w:font>
  <w:font w:name="Verdana Pro Cond Black">
    <w:panose1 w:val="00000000000000000000"/>
    <w:charset w:val="00"/>
    <w:family w:val="swiss"/>
    <w:notTrueType/>
    <w:pitch w:val="variable"/>
    <w:sig w:usb0="A00002EF" w:usb1="4000685B" w:usb2="00000000" w:usb3="00000000" w:csb0="0000009F" w:csb1="00000000"/>
  </w:font>
  <w:font w:name="Verdana Pro Cond SemiBold">
    <w:panose1 w:val="00000000000000000000"/>
    <w:charset w:val="00"/>
    <w:family w:val="swiss"/>
    <w:notTrueType/>
    <w:pitch w:val="variable"/>
    <w:sig w:usb0="A00002EF" w:usb1="4000685B" w:usb2="00000000" w:usb3="00000000" w:csb0="0000009F" w:csb1="00000000"/>
  </w:font>
  <w:font w:name="Verdana Pro">
    <w:panose1 w:val="00000000000000000000"/>
    <w:charset w:val="00"/>
    <w:family w:val="swiss"/>
    <w:notTrueType/>
    <w:pitch w:val="variable"/>
    <w:sig w:usb0="A00002EF" w:usb1="4000685B" w:usb2="00000000" w:usb3="00000000" w:csb0="0000009F" w:csb1="00000000"/>
  </w:font>
  <w:font w:name="Verdana Pro Cond Light Italic">
    <w:altName w:val="Courier"/>
    <w:charset w:val="00"/>
    <w:family w:val="auto"/>
    <w:pitch w:val="variable"/>
    <w:sig w:usb0="00000000" w:usb1="00000000" w:usb2="00000000" w:usb3="00000000" w:csb0="00000001" w:csb1="00000000"/>
  </w:font>
  <w:font w:name="Letter Gothic MT">
    <w:panose1 w:val="020B0509020102020204"/>
    <w:charset w:val="00"/>
    <w:family w:val="modern"/>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Letter Gothic">
    <w:panose1 w:val="020B0409020202030204"/>
    <w:charset w:val="00"/>
    <w:family w:val="modern"/>
    <w:pitch w:val="fixed"/>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4204"/>
  <w:documentProtection w:formatting="1" w:enforcement="1" w:cryptProviderType="rsaFull" w:cryptAlgorithmClass="hash" w:cryptAlgorithmType="typeAny" w:cryptAlgorithmSid="4" w:cryptSpinCount="100000" w:hash="rk6w/mRaxOm54mnIdXyIQJwSdC0=" w:salt="5dm8rlnl5s7+70rJTN/BLQ=="/>
  <w:defaultTabStop w:val="720"/>
  <w:displayHorizontalDrawingGridEvery w:val="0"/>
  <w:displayVerticalDrawingGridEvery w:val="0"/>
  <w:doNotUseMarginsForDrawingGridOrigin/>
  <w:noPunctuationKerning/>
  <w:characterSpacingControl w:val="doNotCompress"/>
  <w:compat/>
  <w:rsids>
    <w:rsidRoot w:val="00520FB3"/>
    <w:rsid w:val="001148D4"/>
    <w:rsid w:val="003C67AD"/>
    <w:rsid w:val="00520FB3"/>
    <w:rsid w:val="00524E00"/>
    <w:rsid w:val="00553CAF"/>
    <w:rsid w:val="006B7DE9"/>
    <w:rsid w:val="0094138E"/>
    <w:rsid w:val="009E7E20"/>
    <w:rsid w:val="00BE42E4"/>
    <w:rsid w:val="00C012E8"/>
    <w:rsid w:val="00CA1E4B"/>
    <w:rsid w:val="00E75EE5"/>
    <w:rsid w:val="00FF43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1" w:defUIPriority="99" w:defSemiHidden="1" w:defUnhideWhenUsed="0" w:defQFormat="0" w:count="267">
    <w:lsdException w:name="Normal" w:locked="0" w:semiHidden="0"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locked="0" w:uiPriority="1" w:unhideWhenUsed="1"/>
    <w:lsdException w:name="Subtitle" w:uiPriority="11" w:qFormat="1"/>
    <w:lsdException w:name="Strong" w:uiPriority="22" w:qFormat="1"/>
    <w:lsdException w:name="Emphasis" w:uiPriority="20" w:qFormat="1"/>
    <w:lsdException w:name="HTML Top of Form" w:locked="0" w:unhideWhenUsed="1"/>
    <w:lsdException w:name="HTML Bottom of Form" w:locked="0" w:unhideWhenUsed="1"/>
    <w:lsdException w:name="Normal Table" w:locked="0" w:unhideWhenUsed="1"/>
    <w:lsdException w:name="No List" w:locked="0"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locked="0"/>
    <w:lsdException w:name="List Paragraph" w:uiPriority="34" w:qFormat="1"/>
    <w:lsdException w:name="Quote" w:locked="0" w:semiHidden="0"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semiHidden/>
    <w:qFormat/>
    <w:rsid w:val="006B7DE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hotoFigureListingHeading">
    <w:name w:val="Photo | Figure | Listing Heading"/>
    <w:basedOn w:val="PhotoFigureListingText"/>
    <w:qFormat/>
    <w:rsid w:val="00E75EE5"/>
    <w:rPr>
      <w:b/>
    </w:rPr>
  </w:style>
  <w:style w:type="paragraph" w:customStyle="1" w:styleId="ArticleTitle">
    <w:name w:val="Article Title"/>
    <w:basedOn w:val="Normal"/>
    <w:qFormat/>
    <w:rsid w:val="00787428"/>
    <w:rPr>
      <w:rFonts w:ascii="Verdana Pro Cond Black" w:hAnsi="Verdana Pro Cond Black"/>
      <w:color w:val="232321"/>
      <w:sz w:val="64"/>
    </w:rPr>
  </w:style>
  <w:style w:type="paragraph" w:customStyle="1" w:styleId="ArticleSubtitle">
    <w:name w:val="Article Subtitle"/>
    <w:basedOn w:val="Normal"/>
    <w:qFormat/>
    <w:rsid w:val="00787428"/>
    <w:rPr>
      <w:rFonts w:ascii="Verdana Pro Cond SemiBold" w:hAnsi="Verdana Pro Cond SemiBold"/>
      <w:sz w:val="42"/>
    </w:rPr>
  </w:style>
  <w:style w:type="paragraph" w:customStyle="1" w:styleId="ArticlePreview">
    <w:name w:val="Article Preview"/>
    <w:basedOn w:val="Normal"/>
    <w:qFormat/>
    <w:rsid w:val="00787428"/>
    <w:rPr>
      <w:rFonts w:ascii="Verdana Pro Cond" w:hAnsi="Verdana Pro Cond"/>
      <w:color w:val="232321"/>
      <w:sz w:val="22"/>
    </w:rPr>
  </w:style>
  <w:style w:type="paragraph" w:customStyle="1" w:styleId="Author">
    <w:name w:val="Author"/>
    <w:basedOn w:val="Normal"/>
    <w:qFormat/>
    <w:rsid w:val="003C67AD"/>
    <w:rPr>
      <w:rFonts w:ascii="Verdana Pro" w:hAnsi="Verdana Pro"/>
      <w:i/>
      <w:sz w:val="22"/>
    </w:rPr>
  </w:style>
  <w:style w:type="paragraph" w:customStyle="1" w:styleId="SectionHeader">
    <w:name w:val="Section Header"/>
    <w:basedOn w:val="Normal"/>
    <w:qFormat/>
    <w:rsid w:val="003C67AD"/>
    <w:rPr>
      <w:rFonts w:ascii="Verdana Pro" w:hAnsi="Verdana Pro"/>
      <w:b/>
      <w:caps/>
    </w:rPr>
  </w:style>
  <w:style w:type="paragraph" w:customStyle="1" w:styleId="BodyCopy">
    <w:name w:val="Body Copy"/>
    <w:basedOn w:val="Normal"/>
    <w:qFormat/>
    <w:rsid w:val="0094138E"/>
    <w:pPr>
      <w:ind w:firstLine="432"/>
    </w:pPr>
    <w:rPr>
      <w:rFonts w:ascii="Verdana Pro" w:hAnsi="Verdana Pro"/>
      <w:sz w:val="18"/>
    </w:rPr>
  </w:style>
  <w:style w:type="paragraph" w:customStyle="1" w:styleId="PhotoFigureListingText">
    <w:name w:val="Photo | Figure | Listing Text"/>
    <w:basedOn w:val="Normal"/>
    <w:link w:val="PhotoFigureListingTextChar"/>
    <w:qFormat/>
    <w:rsid w:val="00787428"/>
    <w:rPr>
      <w:rFonts w:ascii="Verdana Pro Cond" w:hAnsi="Verdana Pro Cond"/>
      <w:sz w:val="14"/>
    </w:rPr>
  </w:style>
  <w:style w:type="paragraph" w:customStyle="1" w:styleId="ResourcesHeading">
    <w:name w:val="Resources Heading"/>
    <w:basedOn w:val="Normal"/>
    <w:qFormat/>
    <w:rsid w:val="003C67AD"/>
    <w:pPr>
      <w:widowControl w:val="0"/>
      <w:autoSpaceDE w:val="0"/>
      <w:autoSpaceDN w:val="0"/>
      <w:adjustRightInd w:val="0"/>
      <w:spacing w:before="113" w:after="85" w:line="270" w:lineRule="atLeast"/>
      <w:ind w:right="-2160"/>
    </w:pPr>
    <w:rPr>
      <w:rFonts w:ascii="Verdana Pro" w:hAnsi="Verdana Pro"/>
      <w:b/>
    </w:rPr>
  </w:style>
  <w:style w:type="paragraph" w:customStyle="1" w:styleId="ResourcesContent">
    <w:name w:val="Resources Content"/>
    <w:basedOn w:val="Normal"/>
    <w:link w:val="ResourcesContentChar"/>
    <w:qFormat/>
    <w:rsid w:val="003C67AD"/>
    <w:pPr>
      <w:widowControl w:val="0"/>
      <w:tabs>
        <w:tab w:val="left" w:pos="340"/>
      </w:tabs>
      <w:autoSpaceDE w:val="0"/>
      <w:autoSpaceDN w:val="0"/>
      <w:adjustRightInd w:val="0"/>
      <w:spacing w:after="57" w:line="270" w:lineRule="atLeast"/>
      <w:ind w:right="-2160"/>
    </w:pPr>
    <w:rPr>
      <w:rFonts w:ascii="Verdana Pro Cond" w:hAnsi="Verdana Pro Cond"/>
      <w:spacing w:val="8"/>
      <w:kern w:val="1"/>
      <w:sz w:val="16"/>
    </w:rPr>
  </w:style>
  <w:style w:type="character" w:customStyle="1" w:styleId="Italic">
    <w:name w:val="Italic"/>
    <w:basedOn w:val="DefaultParagraphFont"/>
    <w:uiPriority w:val="99"/>
    <w:qFormat/>
    <w:rsid w:val="00E75EE5"/>
    <w:rPr>
      <w:i/>
    </w:rPr>
  </w:style>
  <w:style w:type="paragraph" w:styleId="Quote">
    <w:name w:val="Quote"/>
    <w:basedOn w:val="Normal"/>
    <w:qFormat/>
    <w:rsid w:val="00560264"/>
    <w:rPr>
      <w:rFonts w:ascii="Verdana Pro Cond Light Italic" w:hAnsi="Verdana Pro Cond Light Italic"/>
      <w:color w:val="A91321"/>
      <w:spacing w:val="6"/>
      <w:kern w:val="1"/>
      <w:sz w:val="28"/>
    </w:rPr>
  </w:style>
  <w:style w:type="character" w:customStyle="1" w:styleId="Bold">
    <w:name w:val="Bold"/>
    <w:basedOn w:val="DefaultParagraphFont"/>
    <w:qFormat/>
    <w:rsid w:val="00C012E8"/>
    <w:rPr>
      <w:b/>
    </w:rPr>
  </w:style>
  <w:style w:type="character" w:customStyle="1" w:styleId="Superscript">
    <w:name w:val="Superscript"/>
    <w:basedOn w:val="DefaultParagraphFont"/>
    <w:qFormat/>
    <w:rsid w:val="00C012E8"/>
    <w:rPr>
      <w:vertAlign w:val="superscript"/>
    </w:rPr>
  </w:style>
  <w:style w:type="character" w:customStyle="1" w:styleId="Code">
    <w:name w:val="Code"/>
    <w:basedOn w:val="DefaultParagraphFont"/>
    <w:qFormat/>
    <w:rsid w:val="00E75EE5"/>
    <w:rPr>
      <w:rFonts w:ascii="Letter Gothic MT" w:hAnsi="Letter Gothic MT"/>
      <w:color w:val="00B050"/>
      <w:sz w:val="16"/>
      <w:szCs w:val="24"/>
    </w:rPr>
  </w:style>
  <w:style w:type="character" w:customStyle="1" w:styleId="Subscript">
    <w:name w:val="Subscript"/>
    <w:basedOn w:val="DefaultParagraphFont"/>
    <w:qFormat/>
    <w:rsid w:val="00E75EE5"/>
    <w:rPr>
      <w:vertAlign w:val="subscript"/>
    </w:rPr>
  </w:style>
  <w:style w:type="character" w:customStyle="1" w:styleId="Symbol">
    <w:name w:val="Symbol"/>
    <w:basedOn w:val="DefaultParagraphFont"/>
    <w:qFormat/>
    <w:rsid w:val="00E75EE5"/>
    <w:rPr>
      <w:rFonts w:ascii="Symbol" w:hAnsi="Symbol"/>
    </w:rPr>
  </w:style>
  <w:style w:type="character" w:customStyle="1" w:styleId="DoubleCheck">
    <w:name w:val="DoubleCheck"/>
    <w:basedOn w:val="DefaultParagraphFont"/>
    <w:qFormat/>
    <w:rsid w:val="00E75EE5"/>
    <w:rPr>
      <w:color w:val="FF0000"/>
    </w:rPr>
  </w:style>
  <w:style w:type="paragraph" w:customStyle="1" w:styleId="ResourcesContentBold">
    <w:name w:val="Resources Content Bold"/>
    <w:basedOn w:val="ResourcesContent"/>
    <w:next w:val="ResourcesContent"/>
    <w:link w:val="ResourcesContentBoldChar"/>
    <w:rsid w:val="00FF434D"/>
    <w:rPr>
      <w:rFonts w:ascii="Verdana Pro Cond SemiBold" w:hAnsi="Verdana Pro Cond SemiBold"/>
    </w:rPr>
  </w:style>
  <w:style w:type="character" w:customStyle="1" w:styleId="ResourcesContentChar">
    <w:name w:val="Resources Content Char"/>
    <w:basedOn w:val="DefaultParagraphFont"/>
    <w:link w:val="ResourcesContent"/>
    <w:rsid w:val="00FF434D"/>
    <w:rPr>
      <w:rFonts w:ascii="Verdana Pro Cond" w:hAnsi="Verdana Pro Cond"/>
      <w:spacing w:val="8"/>
      <w:kern w:val="1"/>
      <w:sz w:val="16"/>
      <w:szCs w:val="24"/>
    </w:rPr>
  </w:style>
  <w:style w:type="character" w:customStyle="1" w:styleId="ResourcesContentBoldChar">
    <w:name w:val="Resources Content Bold Char"/>
    <w:basedOn w:val="ResourcesContentChar"/>
    <w:link w:val="ResourcesContentBold"/>
    <w:rsid w:val="00FF434D"/>
    <w:rPr>
      <w:rFonts w:ascii="Verdana Pro Cond SemiBold" w:hAnsi="Verdana Pro Cond SemiBold"/>
    </w:rPr>
  </w:style>
  <w:style w:type="paragraph" w:customStyle="1" w:styleId="PhotoFigureListingTextItalic">
    <w:name w:val="Photo | Figure | Listing Text Italic"/>
    <w:basedOn w:val="PhotoFigureListingText"/>
    <w:next w:val="PhotoFigureListingText"/>
    <w:link w:val="PhotoFigureListingTextItalicChar"/>
    <w:qFormat/>
    <w:rsid w:val="00FF434D"/>
  </w:style>
  <w:style w:type="paragraph" w:customStyle="1" w:styleId="ResourcesContentItalic">
    <w:name w:val="Resources Content Italic"/>
    <w:basedOn w:val="ResourcesContent"/>
    <w:next w:val="ResourcesContent"/>
    <w:link w:val="ResourcesContentItalicChar"/>
    <w:qFormat/>
    <w:rsid w:val="00FF434D"/>
    <w:rPr>
      <w:i/>
    </w:rPr>
  </w:style>
  <w:style w:type="character" w:customStyle="1" w:styleId="ResourcesContentItalicChar">
    <w:name w:val="Resources Content Italic Char"/>
    <w:basedOn w:val="ResourcesContentChar"/>
    <w:link w:val="ResourcesContentItalic"/>
    <w:rsid w:val="00FF434D"/>
    <w:rPr>
      <w:i/>
    </w:rPr>
  </w:style>
  <w:style w:type="character" w:customStyle="1" w:styleId="PhotoFigureListingTextChar">
    <w:name w:val="Photo | Figure | Listing Text Char"/>
    <w:basedOn w:val="DefaultParagraphFont"/>
    <w:link w:val="PhotoFigureListingText"/>
    <w:rsid w:val="00FF434D"/>
    <w:rPr>
      <w:rFonts w:ascii="Verdana Pro Cond" w:hAnsi="Verdana Pro Cond"/>
      <w:sz w:val="14"/>
      <w:szCs w:val="24"/>
    </w:rPr>
  </w:style>
  <w:style w:type="character" w:customStyle="1" w:styleId="PhotoFigureListingTextItalicChar">
    <w:name w:val="Photo | Figure | Listing Text Italic Char"/>
    <w:basedOn w:val="PhotoFigureListingTextChar"/>
    <w:link w:val="PhotoFigureListingTextItalic"/>
    <w:rsid w:val="00FF434D"/>
  </w:style>
  <w:style w:type="paragraph" w:customStyle="1" w:styleId="PhotoFigureListingTextCode">
    <w:name w:val="Photo | Figure | Listing Text Code"/>
    <w:basedOn w:val="PhotoFigureListingText"/>
    <w:next w:val="PhotoFigureListingText"/>
    <w:link w:val="PhotoFigureListingTextCodeChar"/>
    <w:qFormat/>
    <w:rsid w:val="00FF434D"/>
    <w:rPr>
      <w:rFonts w:ascii="Letter Gothic" w:hAnsi="Letter Gothic"/>
    </w:rPr>
  </w:style>
  <w:style w:type="character" w:customStyle="1" w:styleId="PhotoFigureListingTextCodeChar">
    <w:name w:val="Photo | Figure | Listing Text Code Char"/>
    <w:basedOn w:val="PhotoFigureListingTextChar"/>
    <w:link w:val="PhotoFigureListingTextCode"/>
    <w:rsid w:val="00FF434D"/>
    <w:rPr>
      <w:rFonts w:ascii="Letter Gothic" w:hAnsi="Letter Gothic"/>
    </w:rPr>
  </w:style>
  <w:style w:type="paragraph" w:customStyle="1" w:styleId="PhotoFigureListingTextBold">
    <w:name w:val="Photo | Figure | Listing Text Bold"/>
    <w:basedOn w:val="PhotoFigureListingText"/>
    <w:next w:val="PhotoFigureListingText"/>
    <w:link w:val="PhotoFigureListingTextBoldChar"/>
    <w:qFormat/>
    <w:rsid w:val="00FF434D"/>
    <w:rPr>
      <w:rFonts w:ascii="Verdana Pro Cond SemiBold" w:hAnsi="Verdana Pro Cond SemiBold"/>
    </w:rPr>
  </w:style>
  <w:style w:type="character" w:customStyle="1" w:styleId="PhotoFigureListingTextBoldChar">
    <w:name w:val="Photo | Figure | Listing Text Bold Char"/>
    <w:basedOn w:val="PhotoFigureListingTextChar"/>
    <w:link w:val="PhotoFigureListingTextBold"/>
    <w:rsid w:val="00FF434D"/>
    <w:rPr>
      <w:rFonts w:ascii="Verdana Pro Cond SemiBold" w:hAnsi="Verdana Pro Cond SemiBold"/>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I:\Circuit%20Cellar\Article_Formatting2013-V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Article_Formatting2013-V2</Template>
  <TotalTime>0</TotalTime>
  <Pages>1</Pages>
  <Words>75</Words>
  <Characters>415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This is The Title</vt:lpstr>
    </vt:vector>
  </TitlesOfParts>
  <Company>MacLab</Company>
  <LinksUpToDate>false</LinksUpToDate>
  <CharactersWithSpaces>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is The Title</dc:title>
  <dc:creator>assteditor</dc:creator>
  <cp:lastModifiedBy>assteditor</cp:lastModifiedBy>
  <cp:revision>1</cp:revision>
  <dcterms:created xsi:type="dcterms:W3CDTF">2014-06-06T16:11:00Z</dcterms:created>
  <dcterms:modified xsi:type="dcterms:W3CDTF">2014-06-06T16:11:00Z</dcterms:modified>
</cp:coreProperties>
</file>